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52EBF" w:rsidTr="00050DA7">
        <w:tc>
          <w:tcPr>
            <w:tcW w:w="4428" w:type="dxa"/>
          </w:tcPr>
          <w:p w:rsidR="000348ED" w:rsidRPr="00A52EBF" w:rsidRDefault="005D05AC" w:rsidP="000800B5">
            <w:pPr>
              <w:tabs>
                <w:tab w:val="left" w:pos="851"/>
              </w:tabs>
            </w:pPr>
            <w:r w:rsidRPr="00A52EBF">
              <w:t>From:</w:t>
            </w:r>
            <w:r w:rsidRPr="00A52EBF">
              <w:tab/>
            </w:r>
            <w:r w:rsidR="000800B5" w:rsidRPr="00A52EBF">
              <w:t>VTS31</w:t>
            </w:r>
          </w:p>
        </w:tc>
        <w:tc>
          <w:tcPr>
            <w:tcW w:w="5461" w:type="dxa"/>
          </w:tcPr>
          <w:p w:rsidR="00840578" w:rsidRDefault="00840578" w:rsidP="00F74FF0">
            <w:pPr>
              <w:jc w:val="right"/>
            </w:pPr>
            <w:r>
              <w:t>ANM15/12/12</w:t>
            </w:r>
            <w:bookmarkStart w:id="0" w:name="_GoBack"/>
            <w:bookmarkEnd w:id="0"/>
          </w:p>
          <w:p w:rsidR="000348ED" w:rsidRPr="00A52EBF" w:rsidRDefault="00840578" w:rsidP="00F74FF0">
            <w:pPr>
              <w:jc w:val="right"/>
            </w:pPr>
            <w:r>
              <w:t xml:space="preserve">Formerly </w:t>
            </w:r>
            <w:r w:rsidR="00271538" w:rsidRPr="00271538">
              <w:t>VTS31/</w:t>
            </w:r>
            <w:r w:rsidR="00F74FF0">
              <w:t>output</w:t>
            </w:r>
            <w:r w:rsidR="00271538" w:rsidRPr="00271538">
              <w:t>/</w:t>
            </w:r>
            <w:r w:rsidR="001A7E39">
              <w:t>10</w:t>
            </w:r>
          </w:p>
        </w:tc>
      </w:tr>
      <w:tr w:rsidR="000348ED" w:rsidRPr="00A52EBF" w:rsidTr="00050DA7">
        <w:tc>
          <w:tcPr>
            <w:tcW w:w="4428" w:type="dxa"/>
          </w:tcPr>
          <w:p w:rsidR="000348ED" w:rsidRDefault="005D05AC" w:rsidP="00F74FF0">
            <w:pPr>
              <w:tabs>
                <w:tab w:val="left" w:pos="851"/>
              </w:tabs>
            </w:pPr>
            <w:r w:rsidRPr="00A52EBF">
              <w:t>To:</w:t>
            </w:r>
            <w:r w:rsidRPr="00A52EBF">
              <w:tab/>
            </w:r>
            <w:r w:rsidR="00AA6A61">
              <w:t>e-N</w:t>
            </w:r>
            <w:r w:rsidR="00F74FF0">
              <w:t>AV8</w:t>
            </w:r>
          </w:p>
          <w:p w:rsidR="00825191" w:rsidRPr="00A52EBF" w:rsidRDefault="00825191" w:rsidP="00F74FF0">
            <w:pPr>
              <w:tabs>
                <w:tab w:val="left" w:pos="851"/>
              </w:tabs>
            </w:pPr>
            <w:r>
              <w:tab/>
              <w:t>ANM15</w:t>
            </w:r>
          </w:p>
        </w:tc>
        <w:tc>
          <w:tcPr>
            <w:tcW w:w="5461" w:type="dxa"/>
          </w:tcPr>
          <w:p w:rsidR="000348ED" w:rsidRPr="00A52EBF" w:rsidRDefault="001A7E39" w:rsidP="001A654A">
            <w:pPr>
              <w:jc w:val="right"/>
            </w:pPr>
            <w:r>
              <w:t>17</w:t>
            </w:r>
            <w:r w:rsidR="000800B5" w:rsidRPr="00A52EBF">
              <w:t xml:space="preserve"> September</w:t>
            </w:r>
            <w:r w:rsidR="005D05AC" w:rsidRPr="00A52EBF">
              <w:t xml:space="preserve"> 20</w:t>
            </w:r>
            <w:r w:rsidR="001A654A" w:rsidRPr="00A52EBF">
              <w:t>1</w:t>
            </w:r>
            <w:r w:rsidR="000800B5" w:rsidRPr="00A52EBF">
              <w:t>0</w:t>
            </w:r>
          </w:p>
        </w:tc>
      </w:tr>
    </w:tbl>
    <w:p w:rsidR="000348ED" w:rsidRPr="00A52EBF" w:rsidRDefault="005D05AC" w:rsidP="005D05AC">
      <w:pPr>
        <w:pStyle w:val="Title"/>
        <w:spacing w:before="480" w:after="120"/>
      </w:pPr>
      <w:r w:rsidRPr="00A52EBF">
        <w:t>Liaison Note</w:t>
      </w:r>
    </w:p>
    <w:p w:rsidR="000348ED" w:rsidRPr="00A52EBF" w:rsidRDefault="001A7E39" w:rsidP="005D05AC">
      <w:pPr>
        <w:pStyle w:val="Title"/>
        <w:spacing w:after="120"/>
      </w:pPr>
      <w:r>
        <w:t>Communication Strategy for Vessel Traffic Management (VTM)</w:t>
      </w:r>
    </w:p>
    <w:p w:rsidR="0064435F" w:rsidRPr="00A52EBF" w:rsidRDefault="0064435F" w:rsidP="00135447">
      <w:pPr>
        <w:pStyle w:val="Heading1"/>
        <w:rPr>
          <w:lang w:val="en-GB"/>
        </w:rPr>
      </w:pPr>
      <w:r w:rsidRPr="00A52EBF">
        <w:rPr>
          <w:lang w:val="en-GB"/>
        </w:rPr>
        <w:t>Introduction</w:t>
      </w:r>
    </w:p>
    <w:p w:rsidR="003B7AB8" w:rsidRPr="0026611A" w:rsidRDefault="003B7AB8" w:rsidP="003B7AB8">
      <w:pPr>
        <w:pStyle w:val="BodyText"/>
      </w:pPr>
      <w:r w:rsidRPr="0026611A">
        <w:t xml:space="preserve">During VTS31, the </w:t>
      </w:r>
      <w:r>
        <w:t>VTS Committee approved an update to the IALA Communication Strategy for Vessel Traffic Management (VTS31/output/6).  This is an update to an earlier input paper to e-NAV8 (e-NAV8/5/1), which is now superseded.</w:t>
      </w:r>
    </w:p>
    <w:p w:rsidR="003B7AB8" w:rsidRPr="00A52EBF" w:rsidRDefault="003B7AB8" w:rsidP="003B7AB8">
      <w:pPr>
        <w:pStyle w:val="Heading1"/>
        <w:numPr>
          <w:ilvl w:val="0"/>
          <w:numId w:val="11"/>
        </w:numPr>
        <w:tabs>
          <w:tab w:val="clear" w:pos="432"/>
        </w:tabs>
        <w:ind w:left="567" w:hanging="567"/>
        <w:rPr>
          <w:lang w:val="en-GB"/>
        </w:rPr>
      </w:pPr>
      <w:r w:rsidRPr="00A52EBF">
        <w:rPr>
          <w:lang w:val="en-GB"/>
        </w:rPr>
        <w:t>Action requested</w:t>
      </w:r>
    </w:p>
    <w:p w:rsidR="00265167" w:rsidRDefault="003B7AB8" w:rsidP="003B7AB8">
      <w:pPr>
        <w:pStyle w:val="BodyText"/>
      </w:pPr>
      <w:r>
        <w:t xml:space="preserve">The e-NAV </w:t>
      </w:r>
      <w:r w:rsidR="00E30AE5">
        <w:t xml:space="preserve">&amp; ANM </w:t>
      </w:r>
      <w:r>
        <w:t>Committee</w:t>
      </w:r>
      <w:r w:rsidR="00E30AE5">
        <w:t>s</w:t>
      </w:r>
      <w:r>
        <w:t xml:space="preserve"> </w:t>
      </w:r>
      <w:r w:rsidR="00E30AE5">
        <w:t>are</w:t>
      </w:r>
      <w:r>
        <w:t xml:space="preserve"> requested to note the updated Communication Strategy for Vessel Traffic Management (e-NAV8/5/1 rev1</w:t>
      </w:r>
      <w:r w:rsidR="00E30AE5">
        <w:t xml:space="preserve"> / ANM15/</w:t>
      </w:r>
      <w:r w:rsidR="00840578">
        <w:t>12/13</w:t>
      </w:r>
      <w:r>
        <w:t>).</w:t>
      </w:r>
    </w:p>
    <w:sectPr w:rsidR="00265167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961" w:rsidRDefault="00F13961" w:rsidP="00002906">
      <w:r>
        <w:separator/>
      </w:r>
    </w:p>
  </w:endnote>
  <w:endnote w:type="continuationSeparator" w:id="0">
    <w:p w:rsidR="00F13961" w:rsidRDefault="00F13961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8C0B93">
      <w:fldChar w:fldCharType="begin"/>
    </w:r>
    <w:r>
      <w:instrText xml:space="preserve"> PAGE   \* MERGEFORMAT </w:instrText>
    </w:r>
    <w:r w:rsidR="008C0B93">
      <w:fldChar w:fldCharType="separate"/>
    </w:r>
    <w:r w:rsidR="00840578">
      <w:rPr>
        <w:noProof/>
      </w:rPr>
      <w:t>1</w:t>
    </w:r>
    <w:r w:rsidR="008C0B9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961" w:rsidRDefault="00F13961" w:rsidP="00002906">
      <w:r>
        <w:separator/>
      </w:r>
    </w:p>
  </w:footnote>
  <w:footnote w:type="continuationSeparator" w:id="0">
    <w:p w:rsidR="00F13961" w:rsidRDefault="00F13961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B5"/>
    <w:rsid w:val="00002906"/>
    <w:rsid w:val="00031A92"/>
    <w:rsid w:val="000328B9"/>
    <w:rsid w:val="000348ED"/>
    <w:rsid w:val="00036801"/>
    <w:rsid w:val="00050DA7"/>
    <w:rsid w:val="000800B5"/>
    <w:rsid w:val="000A1C02"/>
    <w:rsid w:val="000A5A01"/>
    <w:rsid w:val="00135447"/>
    <w:rsid w:val="00152273"/>
    <w:rsid w:val="0017354F"/>
    <w:rsid w:val="001A654A"/>
    <w:rsid w:val="001A7E39"/>
    <w:rsid w:val="001C74CF"/>
    <w:rsid w:val="0020710D"/>
    <w:rsid w:val="00265167"/>
    <w:rsid w:val="0026611A"/>
    <w:rsid w:val="00271538"/>
    <w:rsid w:val="00275CDF"/>
    <w:rsid w:val="002B771D"/>
    <w:rsid w:val="002F2CEB"/>
    <w:rsid w:val="00315E46"/>
    <w:rsid w:val="00331A4D"/>
    <w:rsid w:val="003B7AB8"/>
    <w:rsid w:val="003D55DD"/>
    <w:rsid w:val="003E1831"/>
    <w:rsid w:val="00424954"/>
    <w:rsid w:val="0047433A"/>
    <w:rsid w:val="00492BCA"/>
    <w:rsid w:val="004C1386"/>
    <w:rsid w:val="004C220D"/>
    <w:rsid w:val="005D05AC"/>
    <w:rsid w:val="005D69FB"/>
    <w:rsid w:val="005E34A6"/>
    <w:rsid w:val="00621C38"/>
    <w:rsid w:val="00630F7F"/>
    <w:rsid w:val="0064435F"/>
    <w:rsid w:val="006D470F"/>
    <w:rsid w:val="00727E88"/>
    <w:rsid w:val="0075256D"/>
    <w:rsid w:val="00775878"/>
    <w:rsid w:val="007C6ACF"/>
    <w:rsid w:val="007D5C1F"/>
    <w:rsid w:val="0080092C"/>
    <w:rsid w:val="00825191"/>
    <w:rsid w:val="00840578"/>
    <w:rsid w:val="008470B8"/>
    <w:rsid w:val="00872453"/>
    <w:rsid w:val="008C0B93"/>
    <w:rsid w:val="008C5A35"/>
    <w:rsid w:val="008F13DD"/>
    <w:rsid w:val="00902AA4"/>
    <w:rsid w:val="009F3B6C"/>
    <w:rsid w:val="009F5C36"/>
    <w:rsid w:val="00A27F12"/>
    <w:rsid w:val="00A30579"/>
    <w:rsid w:val="00A52EBF"/>
    <w:rsid w:val="00A83101"/>
    <w:rsid w:val="00A919AA"/>
    <w:rsid w:val="00AA6A61"/>
    <w:rsid w:val="00AA76C0"/>
    <w:rsid w:val="00AD673D"/>
    <w:rsid w:val="00AE760A"/>
    <w:rsid w:val="00B077EC"/>
    <w:rsid w:val="00B15B24"/>
    <w:rsid w:val="00B8247E"/>
    <w:rsid w:val="00C02310"/>
    <w:rsid w:val="00CA04AF"/>
    <w:rsid w:val="00D13CAB"/>
    <w:rsid w:val="00E30AE5"/>
    <w:rsid w:val="00E50EDC"/>
    <w:rsid w:val="00E72F62"/>
    <w:rsid w:val="00E93C9B"/>
    <w:rsid w:val="00EE3F2F"/>
    <w:rsid w:val="00F067CC"/>
    <w:rsid w:val="00F13961"/>
    <w:rsid w:val="00F6246D"/>
    <w:rsid w:val="00F73F78"/>
    <w:rsid w:val="00F74FF0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Heading1Char">
    <w:name w:val="Heading 1 Char"/>
    <w:basedOn w:val="DefaultParagraphFont"/>
    <w:link w:val="Heading1"/>
    <w:rsid w:val="003B7AB8"/>
    <w:rPr>
      <w:rFonts w:ascii="Arial" w:eastAsia="MS Mincho" w:hAnsi="Arial"/>
      <w:b/>
      <w:kern w:val="28"/>
      <w:sz w:val="22"/>
      <w:lang w:val="fr-FR" w:eastAsia="de-DE"/>
    </w:rPr>
  </w:style>
  <w:style w:type="character" w:customStyle="1" w:styleId="Heading2Char">
    <w:name w:val="Heading 2 Char"/>
    <w:basedOn w:val="DefaultParagraphFont"/>
    <w:link w:val="Heading2"/>
    <w:rsid w:val="003B7AB8"/>
    <w:rPr>
      <w:rFonts w:ascii="Arial" w:eastAsia="MS Mincho" w:hAnsi="Arial"/>
      <w:b/>
      <w:kern w:val="28"/>
      <w:sz w:val="22"/>
      <w:lang w:val="fr-FR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Heading1Char">
    <w:name w:val="Heading 1 Char"/>
    <w:basedOn w:val="DefaultParagraphFont"/>
    <w:link w:val="Heading1"/>
    <w:rsid w:val="003B7AB8"/>
    <w:rPr>
      <w:rFonts w:ascii="Arial" w:eastAsia="MS Mincho" w:hAnsi="Arial"/>
      <w:b/>
      <w:kern w:val="28"/>
      <w:sz w:val="22"/>
      <w:lang w:val="fr-FR" w:eastAsia="de-DE"/>
    </w:rPr>
  </w:style>
  <w:style w:type="character" w:customStyle="1" w:styleId="Heading2Char">
    <w:name w:val="Heading 2 Char"/>
    <w:basedOn w:val="DefaultParagraphFont"/>
    <w:link w:val="Heading2"/>
    <w:rsid w:val="003B7AB8"/>
    <w:rPr>
      <w:rFonts w:ascii="Arial" w:eastAsia="MS Mincho" w:hAnsi="Arial"/>
      <w:b/>
      <w:kern w:val="28"/>
      <w:sz w:val="22"/>
      <w:lang w:val="fr-FR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pd\Desktop\IALA%20VTS%2031\Committee_Liaison_Note_Template_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Committee_Liaison_Note_Template_rev3.dotx</Template>
  <TotalTime>4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John Davis</dc:creator>
  <cp:lastModifiedBy>Mike Hadley</cp:lastModifiedBy>
  <cp:revision>8</cp:revision>
  <cp:lastPrinted>2006-10-19T10:49:00Z</cp:lastPrinted>
  <dcterms:created xsi:type="dcterms:W3CDTF">2010-09-17T16:53:00Z</dcterms:created>
  <dcterms:modified xsi:type="dcterms:W3CDTF">2010-09-17T17:14:00Z</dcterms:modified>
</cp:coreProperties>
</file>